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BD6" w:rsidRPr="009D7D7D" w:rsidRDefault="00004496" w:rsidP="002F09E6">
      <w:pPr>
        <w:rPr>
          <w:rFonts w:ascii="Univers Com 47 Light Cond" w:hAnsi="Univers Com 47 Light Cond" w:cs="Arial"/>
          <w:sz w:val="22"/>
          <w:szCs w:val="22"/>
        </w:rPr>
      </w:pPr>
      <w:r>
        <w:rPr>
          <w:noProof/>
        </w:rPr>
        <w:drawing>
          <wp:inline distT="0" distB="0" distL="0" distR="0">
            <wp:extent cx="2533650" cy="179196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538540" cy="1795422"/>
                    </a:xfrm>
                    <a:prstGeom prst="rect">
                      <a:avLst/>
                    </a:prstGeom>
                    <a:noFill/>
                    <a:ln>
                      <a:noFill/>
                    </a:ln>
                  </pic:spPr>
                </pic:pic>
              </a:graphicData>
            </a:graphic>
          </wp:inline>
        </w:drawing>
      </w:r>
      <w:r w:rsidR="00281D8E"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EE660F" w:rsidRPr="009D7D7D" w:rsidRDefault="00EE660F" w:rsidP="002F09E6">
      <w:pPr>
        <w:rPr>
          <w:rFonts w:ascii="Univers Com 47 Light Cond" w:hAnsi="Univers Com 47 Light Cond" w:cs="Arial"/>
          <w:sz w:val="22"/>
          <w:szCs w:val="22"/>
        </w:rPr>
      </w:pPr>
    </w:p>
    <w:p w:rsidR="00FB7614" w:rsidRPr="00F94A3F" w:rsidRDefault="00FB7614" w:rsidP="00FB7614">
      <w:pPr>
        <w:rPr>
          <w:rFonts w:ascii="Univers Com 47 Light Cond" w:hAnsi="Univers Com 47 Light Cond" w:cs="Arial"/>
          <w:sz w:val="22"/>
          <w:szCs w:val="22"/>
        </w:rPr>
      </w:pPr>
      <w:r w:rsidRPr="00F94A3F">
        <w:rPr>
          <w:rFonts w:ascii="Univers Com 47 Light Cond" w:hAnsi="Univers Com 47 Light Cond" w:cs="Arial"/>
          <w:sz w:val="22"/>
          <w:szCs w:val="22"/>
        </w:rPr>
        <w:t>Dallmer_</w:t>
      </w:r>
      <w:r w:rsidR="005D48E2" w:rsidRPr="00F94A3F">
        <w:rPr>
          <w:rFonts w:ascii="Univers Com 47 Light Cond" w:hAnsi="Univers Com 47 Light Cond" w:cs="Arial"/>
          <w:sz w:val="22"/>
          <w:szCs w:val="22"/>
        </w:rPr>
        <w:t>Mechanischer</w:t>
      </w:r>
      <w:r w:rsidR="00E8775E" w:rsidRPr="00F94A3F">
        <w:rPr>
          <w:rFonts w:ascii="Univers Com 47 Light Cond" w:hAnsi="Univers Com 47 Light Cond" w:cs="Arial"/>
          <w:sz w:val="22"/>
          <w:szCs w:val="22"/>
        </w:rPr>
        <w:t>_</w:t>
      </w:r>
      <w:r w:rsidR="005D48E2" w:rsidRPr="00F94A3F">
        <w:rPr>
          <w:rFonts w:ascii="Univers Com 47 Light Cond" w:hAnsi="Univers Com 47 Light Cond" w:cs="Arial"/>
          <w:sz w:val="22"/>
          <w:szCs w:val="22"/>
        </w:rPr>
        <w:t>Geruchsverschluss</w:t>
      </w:r>
      <w:r w:rsidRPr="00F94A3F">
        <w:rPr>
          <w:rFonts w:ascii="Univers Com 47 Light Cond" w:hAnsi="Univers Com 47 Light Cond" w:cs="Arial"/>
          <w:sz w:val="22"/>
          <w:szCs w:val="22"/>
        </w:rPr>
        <w:t>_0</w:t>
      </w:r>
      <w:r w:rsidR="005D48E2" w:rsidRPr="00F94A3F">
        <w:rPr>
          <w:rFonts w:ascii="Univers Com 47 Light Cond" w:hAnsi="Univers Com 47 Light Cond" w:cs="Arial"/>
          <w:sz w:val="22"/>
          <w:szCs w:val="22"/>
        </w:rPr>
        <w:t>1</w:t>
      </w:r>
      <w:r w:rsidRPr="00F94A3F">
        <w:rPr>
          <w:rFonts w:ascii="Univers Com 47 Light Cond" w:hAnsi="Univers Com 47 Light Cond" w:cs="Arial"/>
          <w:sz w:val="22"/>
          <w:szCs w:val="22"/>
        </w:rPr>
        <w:t>.jpg</w:t>
      </w:r>
    </w:p>
    <w:p w:rsidR="00FB7614" w:rsidRPr="00F94A3F" w:rsidRDefault="00FB7614" w:rsidP="00FB7614">
      <w:pPr>
        <w:rPr>
          <w:rFonts w:ascii="Univers Com 47 Light Cond" w:hAnsi="Univers Com 47 Light Cond" w:cs="Arial"/>
          <w:sz w:val="22"/>
          <w:szCs w:val="22"/>
        </w:rPr>
      </w:pPr>
    </w:p>
    <w:p w:rsidR="00531F40" w:rsidRPr="00F94A3F" w:rsidRDefault="00301298" w:rsidP="00FB7614">
      <w:pPr>
        <w:rPr>
          <w:rFonts w:ascii="Univers Com 47 Light Cond" w:hAnsi="Univers Com 47 Light Cond" w:cs="Arial"/>
          <w:sz w:val="22"/>
          <w:szCs w:val="22"/>
        </w:rPr>
      </w:pPr>
      <w:r w:rsidRPr="00F94A3F">
        <w:rPr>
          <w:rFonts w:ascii="Univers Com 47 Light Cond" w:hAnsi="Univers Com 47 Light Cond" w:cs="Arial"/>
          <w:sz w:val="22"/>
          <w:szCs w:val="22"/>
        </w:rPr>
        <w:t xml:space="preserve">Der neue mechanische Geruchsverschluss von </w:t>
      </w:r>
      <w:proofErr w:type="spellStart"/>
      <w:r w:rsidRPr="00F94A3F">
        <w:rPr>
          <w:rFonts w:ascii="Univers Com 47 Light Cond" w:hAnsi="Univers Com 47 Light Cond" w:cs="Arial"/>
          <w:sz w:val="22"/>
          <w:szCs w:val="22"/>
        </w:rPr>
        <w:t>Dallmer</w:t>
      </w:r>
      <w:proofErr w:type="spellEnd"/>
      <w:r w:rsidRPr="00F94A3F">
        <w:rPr>
          <w:rFonts w:ascii="Univers Com 47 Light Cond" w:hAnsi="Univers Com 47 Light Cond" w:cs="Arial"/>
          <w:sz w:val="22"/>
          <w:szCs w:val="22"/>
        </w:rPr>
        <w:t xml:space="preserve"> funktioniert</w:t>
      </w:r>
      <w:r w:rsidR="00907F05" w:rsidRPr="00F94A3F">
        <w:rPr>
          <w:rFonts w:ascii="Univers Com 47 Light Cond" w:hAnsi="Univers Com 47 Light Cond" w:cs="Arial"/>
          <w:sz w:val="22"/>
          <w:szCs w:val="22"/>
        </w:rPr>
        <w:t xml:space="preserve"> auf Basis eines magnetischen Schließmechanismus.</w:t>
      </w:r>
      <w:bookmarkStart w:id="0" w:name="_GoBack"/>
      <w:bookmarkEnd w:id="0"/>
    </w:p>
    <w:p w:rsidR="00907F05" w:rsidRPr="00F94A3F" w:rsidRDefault="00907F05" w:rsidP="00FB7614">
      <w:pPr>
        <w:rPr>
          <w:rFonts w:ascii="Univers Com 47 Light Cond" w:hAnsi="Univers Com 47 Light Cond" w:cs="Arial"/>
          <w:sz w:val="22"/>
          <w:szCs w:val="22"/>
        </w:rPr>
      </w:pPr>
    </w:p>
    <w:p w:rsidR="00FB7614" w:rsidRPr="00F94A3F" w:rsidRDefault="00FB7614" w:rsidP="00FB7614">
      <w:pPr>
        <w:rPr>
          <w:rFonts w:ascii="Univers Com 47 Light Cond" w:hAnsi="Univers Com 47 Light Cond" w:cs="Arial"/>
          <w:sz w:val="22"/>
          <w:szCs w:val="22"/>
        </w:rPr>
      </w:pPr>
      <w:r w:rsidRPr="00F94A3F">
        <w:rPr>
          <w:rFonts w:ascii="Univers Com 47 Light Cond" w:hAnsi="Univers Com 47 Light Cond" w:cs="Arial"/>
          <w:sz w:val="22"/>
          <w:szCs w:val="22"/>
        </w:rPr>
        <w:t xml:space="preserve">Foto: </w:t>
      </w:r>
      <w:r w:rsidR="00940731" w:rsidRPr="00F94A3F">
        <w:rPr>
          <w:rFonts w:ascii="Univers Com 47 Light Cond" w:hAnsi="Univers Com 47 Light Cond" w:cs="Arial"/>
          <w:sz w:val="22"/>
          <w:szCs w:val="22"/>
        </w:rPr>
        <w:t>Dallmer GmbH + Co. KG</w:t>
      </w:r>
    </w:p>
    <w:p w:rsidR="00FB7614" w:rsidRDefault="00FB7614" w:rsidP="00FB7614">
      <w:pPr>
        <w:rPr>
          <w:noProof/>
        </w:rPr>
      </w:pPr>
    </w:p>
    <w:p w:rsidR="00F94A3F" w:rsidRDefault="00F94A3F" w:rsidP="00FB7614">
      <w:pPr>
        <w:rPr>
          <w:noProof/>
        </w:rPr>
      </w:pPr>
    </w:p>
    <w:p w:rsidR="00B67BD6" w:rsidRDefault="00004496" w:rsidP="00FB7614">
      <w:pPr>
        <w:rPr>
          <w:rFonts w:ascii="Univers Com 47 Light Cond" w:hAnsi="Univers Com 47 Light Cond" w:cs="Arial"/>
          <w:noProof/>
          <w:sz w:val="22"/>
          <w:szCs w:val="22"/>
        </w:rPr>
      </w:pPr>
      <w:r>
        <w:rPr>
          <w:noProof/>
        </w:rPr>
        <w:drawing>
          <wp:inline distT="0" distB="0" distL="0" distR="0">
            <wp:extent cx="2550017" cy="1803540"/>
            <wp:effectExtent l="0" t="0" r="3175"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565902" cy="1814775"/>
                    </a:xfrm>
                    <a:prstGeom prst="rect">
                      <a:avLst/>
                    </a:prstGeom>
                    <a:noFill/>
                    <a:ln>
                      <a:noFill/>
                    </a:ln>
                  </pic:spPr>
                </pic:pic>
              </a:graphicData>
            </a:graphic>
          </wp:inline>
        </w:drawing>
      </w:r>
    </w:p>
    <w:p w:rsidR="00907F05" w:rsidRPr="009D7D7D" w:rsidRDefault="00907F05" w:rsidP="00FB7614">
      <w:pPr>
        <w:rPr>
          <w:rFonts w:ascii="Univers Com 47 Light Cond" w:hAnsi="Univers Com 47 Light Cond" w:cs="Arial"/>
          <w:sz w:val="22"/>
          <w:szCs w:val="22"/>
        </w:rPr>
      </w:pPr>
    </w:p>
    <w:p w:rsidR="00FB7614" w:rsidRPr="00F94A3F" w:rsidRDefault="00907F05" w:rsidP="00FB7614">
      <w:pPr>
        <w:rPr>
          <w:rFonts w:ascii="Univers Com 47 Light Cond" w:hAnsi="Univers Com 47 Light Cond" w:cs="Arial"/>
          <w:sz w:val="22"/>
          <w:szCs w:val="22"/>
        </w:rPr>
      </w:pPr>
      <w:r w:rsidRPr="00F94A3F">
        <w:rPr>
          <w:rFonts w:ascii="Univers Com 47 Light Cond" w:hAnsi="Univers Com 47 Light Cond" w:cs="Arial"/>
          <w:sz w:val="22"/>
          <w:szCs w:val="22"/>
        </w:rPr>
        <w:t>Dallmer_Mechanischer_Geruchsverschluss_02.jpg</w:t>
      </w:r>
    </w:p>
    <w:p w:rsidR="00FB7614" w:rsidRPr="00F94A3F" w:rsidRDefault="00FB7614" w:rsidP="00FB7614">
      <w:pPr>
        <w:rPr>
          <w:rFonts w:ascii="Univers Com 47 Light Cond" w:hAnsi="Univers Com 47 Light Cond" w:cs="Arial"/>
          <w:sz w:val="22"/>
          <w:szCs w:val="22"/>
        </w:rPr>
      </w:pPr>
    </w:p>
    <w:p w:rsidR="002F2E17" w:rsidRPr="00F94A3F" w:rsidRDefault="002F2E17" w:rsidP="00FB7614">
      <w:pPr>
        <w:rPr>
          <w:rFonts w:ascii="Univers Com 47 Light Cond" w:hAnsi="Univers Com 47 Light Cond" w:cs="Arial"/>
          <w:sz w:val="22"/>
          <w:szCs w:val="22"/>
        </w:rPr>
      </w:pPr>
      <w:r w:rsidRPr="00F94A3F">
        <w:rPr>
          <w:rFonts w:ascii="Univers Com 47 Light Cond" w:hAnsi="Univers Com 47 Light Cond" w:cs="Arial"/>
          <w:sz w:val="22"/>
          <w:szCs w:val="22"/>
        </w:rPr>
        <w:t>D</w:t>
      </w:r>
      <w:r w:rsidR="007C515E" w:rsidRPr="00F94A3F">
        <w:rPr>
          <w:rFonts w:ascii="Univers Com 47 Light Cond" w:hAnsi="Univers Com 47 Light Cond" w:cs="Arial"/>
          <w:sz w:val="22"/>
          <w:szCs w:val="22"/>
        </w:rPr>
        <w:t>as Funktionsprinzip: eine Kombination aus Schwer- und Magnetkraft und eine darauf abgestimmte Auslegung der Dichtkonturen.</w:t>
      </w:r>
    </w:p>
    <w:p w:rsidR="007C515E" w:rsidRPr="00F94A3F" w:rsidRDefault="007C515E" w:rsidP="00FB7614">
      <w:pPr>
        <w:rPr>
          <w:rFonts w:ascii="Univers Com 47 Light Cond" w:hAnsi="Univers Com 47 Light Cond" w:cs="Arial"/>
          <w:sz w:val="22"/>
          <w:szCs w:val="22"/>
        </w:rPr>
      </w:pPr>
    </w:p>
    <w:p w:rsidR="00E57E8E" w:rsidRPr="00F94A3F" w:rsidRDefault="00FB7614" w:rsidP="00FB7614">
      <w:pPr>
        <w:rPr>
          <w:rFonts w:ascii="Univers Com 47 Light Cond" w:hAnsi="Univers Com 47 Light Cond" w:cs="Arial"/>
          <w:sz w:val="22"/>
          <w:szCs w:val="22"/>
        </w:rPr>
      </w:pPr>
      <w:r w:rsidRPr="00F94A3F">
        <w:rPr>
          <w:rFonts w:ascii="Univers Com 47 Light Cond" w:hAnsi="Univers Com 47 Light Cond" w:cs="Arial"/>
          <w:sz w:val="22"/>
          <w:szCs w:val="22"/>
        </w:rPr>
        <w:t xml:space="preserve">Foto: </w:t>
      </w:r>
      <w:r w:rsidR="00940731" w:rsidRPr="00F94A3F">
        <w:rPr>
          <w:rFonts w:ascii="Univers Com 47 Light Cond" w:hAnsi="Univers Com 47 Light Cond" w:cs="Arial"/>
          <w:sz w:val="22"/>
          <w:szCs w:val="22"/>
        </w:rPr>
        <w:t>Dallmer GmbH + Co. KG</w:t>
      </w:r>
    </w:p>
    <w:sectPr w:rsidR="00E57E8E" w:rsidRPr="00F94A3F" w:rsidSect="00281D8E">
      <w:headerReference w:type="default" r:id="rId10"/>
      <w:footerReference w:type="default" r:id="rId11"/>
      <w:headerReference w:type="first" r:id="rId12"/>
      <w:footerReference w:type="first" r:id="rId13"/>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C6A" w:rsidRDefault="00940C6A">
      <w:r>
        <w:separator/>
      </w:r>
    </w:p>
  </w:endnote>
  <w:endnote w:type="continuationSeparator" w:id="0">
    <w:p w:rsidR="00940C6A" w:rsidRDefault="00940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C6A" w:rsidRDefault="00940C6A">
      <w:r>
        <w:separator/>
      </w:r>
    </w:p>
  </w:footnote>
  <w:footnote w:type="continuationSeparator" w:id="0">
    <w:p w:rsidR="00940C6A" w:rsidRDefault="00940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F94A3F" w:rsidRDefault="005328A6" w:rsidP="00723E32">
                          <w:pPr>
                            <w:pStyle w:val="DallmerOrtsfeld8115"/>
                            <w:rPr>
                              <w:lang w:val="en-GB"/>
                            </w:rPr>
                          </w:pPr>
                          <w:r w:rsidRPr="00F94A3F">
                            <w:rPr>
                              <w:noProof/>
                              <w:lang w:val="en-GB"/>
                            </w:rPr>
                            <w:t xml:space="preserve">        </w:t>
                          </w:r>
                          <w:r w:rsidR="0028462F" w:rsidRPr="00F94A3F">
                            <w:rPr>
                              <w:noProof/>
                              <w:lang w:val="en-GB"/>
                            </w:rPr>
                            <w:t>Sylvia Bösch</w:t>
                          </w:r>
                        </w:p>
                        <w:p w:rsidR="005328A6" w:rsidRPr="00F94A3F" w:rsidRDefault="005328A6" w:rsidP="00723E32">
                          <w:pPr>
                            <w:pStyle w:val="DallmerOrtsfeld8115"/>
                            <w:rPr>
                              <w:lang w:val="en-GB"/>
                            </w:rPr>
                          </w:pPr>
                          <w:r w:rsidRPr="00F94A3F">
                            <w:rPr>
                              <w:noProof/>
                              <w:lang w:val="en-GB"/>
                            </w:rPr>
                            <w:t xml:space="preserve">       </w:t>
                          </w:r>
                          <w:r w:rsidR="000D580A" w:rsidRPr="00F94A3F">
                            <w:rPr>
                              <w:noProof/>
                              <w:lang w:val="en-GB"/>
                            </w:rPr>
                            <w:t xml:space="preserve"> </w:t>
                          </w:r>
                          <w:r w:rsidRPr="00F94A3F">
                            <w:rPr>
                              <w:noProof/>
                              <w:lang w:val="en-GB"/>
                            </w:rPr>
                            <w:t>PR</w:t>
                          </w:r>
                          <w:r w:rsidR="00DD07B8" w:rsidRPr="00F94A3F">
                            <w:rPr>
                              <w:noProof/>
                              <w:lang w:val="en-GB"/>
                            </w:rPr>
                            <w:t xml:space="preserve"> &amp; Social Media</w:t>
                          </w:r>
                        </w:p>
                        <w:p w:rsidR="005328A6" w:rsidRPr="00F94A3F" w:rsidRDefault="005328A6" w:rsidP="00723E32">
                          <w:pPr>
                            <w:pStyle w:val="DallmerOrtsfeld8115"/>
                            <w:rPr>
                              <w:noProof/>
                              <w:lang w:val="en-GB"/>
                            </w:rPr>
                          </w:pPr>
                          <w:r w:rsidRPr="00F94A3F">
                            <w:rPr>
                              <w:lang w:val="en-GB"/>
                            </w:rPr>
                            <w:t xml:space="preserve">        T + 49 2932 9616 – </w:t>
                          </w:r>
                          <w:r w:rsidRPr="00F94A3F">
                            <w:rPr>
                              <w:noProof/>
                              <w:lang w:val="en-GB"/>
                            </w:rPr>
                            <w:t>19</w:t>
                          </w:r>
                          <w:r w:rsidR="0028462F" w:rsidRPr="00F94A3F">
                            <w:rPr>
                              <w:noProof/>
                              <w:lang w:val="en-GB"/>
                            </w:rPr>
                            <w:t>1</w:t>
                          </w:r>
                          <w:r w:rsidRPr="00F94A3F">
                            <w:rPr>
                              <w:noProof/>
                              <w:lang w:val="en-GB"/>
                            </w:rPr>
                            <w:t xml:space="preserve">                            </w:t>
                          </w:r>
                        </w:p>
                        <w:p w:rsidR="005328A6" w:rsidRPr="00F94A3F" w:rsidRDefault="005328A6" w:rsidP="00723E32">
                          <w:pPr>
                            <w:pStyle w:val="DallmerOrtsfeld8115"/>
                            <w:rPr>
                              <w:noProof/>
                              <w:lang w:val="en-GB"/>
                            </w:rPr>
                          </w:pPr>
                          <w:r w:rsidRPr="00F94A3F">
                            <w:rPr>
                              <w:lang w:val="en-GB"/>
                            </w:rPr>
                            <w:t xml:space="preserve">        F + 49 2932 9616 – </w:t>
                          </w:r>
                          <w:r w:rsidRPr="00F94A3F">
                            <w:rPr>
                              <w:noProof/>
                              <w:lang w:val="en-GB"/>
                            </w:rPr>
                            <w:t>419</w:t>
                          </w:r>
                          <w:r w:rsidR="0028462F" w:rsidRPr="00F94A3F">
                            <w:rPr>
                              <w:noProof/>
                              <w:lang w:val="en-GB"/>
                            </w:rPr>
                            <w:t>1</w:t>
                          </w:r>
                          <w:r w:rsidRPr="00F94A3F">
                            <w:rPr>
                              <w:noProof/>
                              <w:lang w:val="en-GB"/>
                            </w:rPr>
                            <w:t xml:space="preserve"> </w:t>
                          </w:r>
                        </w:p>
                        <w:p w:rsidR="005328A6" w:rsidRPr="00F94A3F" w:rsidRDefault="005328A6" w:rsidP="00723E32">
                          <w:pPr>
                            <w:pStyle w:val="DallmerOrtsfeld8115"/>
                            <w:rPr>
                              <w:lang w:val="en-GB"/>
                            </w:rPr>
                          </w:pPr>
                          <w:r w:rsidRPr="00F94A3F">
                            <w:rPr>
                              <w:lang w:val="en-GB"/>
                            </w:rPr>
                            <w:t xml:space="preserve">        E </w:t>
                          </w:r>
                          <w:r w:rsidR="0028462F" w:rsidRPr="00F94A3F">
                            <w:rPr>
                              <w:noProof/>
                              <w:lang w:val="en-GB"/>
                            </w:rPr>
                            <w:t>Sylvia.B</w:t>
                          </w:r>
                          <w:r w:rsidR="00162386" w:rsidRPr="00F94A3F">
                            <w:rPr>
                              <w:noProof/>
                              <w:lang w:val="en-GB"/>
                            </w:rPr>
                            <w:t>oe</w:t>
                          </w:r>
                          <w:r w:rsidR="0028462F" w:rsidRPr="00F94A3F">
                            <w:rPr>
                              <w:noProof/>
                              <w:lang w:val="en-GB"/>
                            </w:rPr>
                            <w:t>sch</w:t>
                          </w:r>
                          <w:r w:rsidRPr="00F94A3F">
                            <w:rPr>
                              <w:noProof/>
                              <w:lang w:val="en-GB"/>
                            </w:rPr>
                            <w:t>@dallmer.de</w:t>
                          </w:r>
                        </w:p>
                        <w:p w:rsidR="005328A6" w:rsidRPr="00F94A3F" w:rsidRDefault="005328A6" w:rsidP="00723E32">
                          <w:pPr>
                            <w:pStyle w:val="DALLMERUnivers"/>
                            <w:rPr>
                              <w:lang w:val="en-GB"/>
                            </w:rPr>
                          </w:pPr>
                        </w:p>
                        <w:p w:rsidR="005328A6" w:rsidRPr="00F94A3F" w:rsidRDefault="005328A6" w:rsidP="00723E32">
                          <w:pPr>
                            <w:pStyle w:val="DALLMERUnivers"/>
                            <w:ind w:left="0" w:firstLine="0"/>
                            <w:rPr>
                              <w:lang w:val="en-GB"/>
                            </w:rPr>
                          </w:pPr>
                        </w:p>
                        <w:p w:rsidR="005328A6" w:rsidRPr="008763BF" w:rsidRDefault="005328A6" w:rsidP="00723E32">
                          <w:pPr>
                            <w:pStyle w:val="DALLMERUnivers"/>
                          </w:pPr>
                          <w:r w:rsidRPr="00F94A3F">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F94A3F" w:rsidRDefault="005328A6" w:rsidP="00723E32">
                          <w:pPr>
                            <w:pStyle w:val="DALLMERUnivers"/>
                            <w:rPr>
                              <w:lang w:val="en-GB"/>
                            </w:rPr>
                          </w:pPr>
                          <w:r w:rsidRPr="00F94A3F">
                            <w:rPr>
                              <w:lang w:val="en-GB"/>
                            </w:rPr>
                            <w:t>Dipl.-Ing. Johannes Dallmer</w:t>
                          </w:r>
                        </w:p>
                        <w:p w:rsidR="005328A6" w:rsidRPr="008763BF" w:rsidRDefault="005328A6" w:rsidP="00723E32">
                          <w:pPr>
                            <w:pStyle w:val="DALLMERUnivers"/>
                          </w:pPr>
                          <w:r w:rsidRPr="00F94A3F">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F94A3F" w:rsidRDefault="005328A6" w:rsidP="00723E32">
                    <w:pPr>
                      <w:pStyle w:val="DallmerOrtsfeld8115"/>
                      <w:rPr>
                        <w:lang w:val="en-GB"/>
                      </w:rPr>
                    </w:pPr>
                    <w:r w:rsidRPr="00F94A3F">
                      <w:rPr>
                        <w:noProof/>
                        <w:lang w:val="en-GB"/>
                      </w:rPr>
                      <w:t xml:space="preserve">        </w:t>
                    </w:r>
                    <w:r w:rsidR="0028462F" w:rsidRPr="00F94A3F">
                      <w:rPr>
                        <w:noProof/>
                        <w:lang w:val="en-GB"/>
                      </w:rPr>
                      <w:t>Sylvia Bösch</w:t>
                    </w:r>
                  </w:p>
                  <w:p w:rsidR="005328A6" w:rsidRPr="00F94A3F" w:rsidRDefault="005328A6" w:rsidP="00723E32">
                    <w:pPr>
                      <w:pStyle w:val="DallmerOrtsfeld8115"/>
                      <w:rPr>
                        <w:lang w:val="en-GB"/>
                      </w:rPr>
                    </w:pPr>
                    <w:r w:rsidRPr="00F94A3F">
                      <w:rPr>
                        <w:noProof/>
                        <w:lang w:val="en-GB"/>
                      </w:rPr>
                      <w:t xml:space="preserve">       </w:t>
                    </w:r>
                    <w:r w:rsidR="000D580A" w:rsidRPr="00F94A3F">
                      <w:rPr>
                        <w:noProof/>
                        <w:lang w:val="en-GB"/>
                      </w:rPr>
                      <w:t xml:space="preserve"> </w:t>
                    </w:r>
                    <w:r w:rsidRPr="00F94A3F">
                      <w:rPr>
                        <w:noProof/>
                        <w:lang w:val="en-GB"/>
                      </w:rPr>
                      <w:t>PR</w:t>
                    </w:r>
                    <w:r w:rsidR="00DD07B8" w:rsidRPr="00F94A3F">
                      <w:rPr>
                        <w:noProof/>
                        <w:lang w:val="en-GB"/>
                      </w:rPr>
                      <w:t xml:space="preserve"> &amp; Social Media</w:t>
                    </w:r>
                  </w:p>
                  <w:p w:rsidR="005328A6" w:rsidRPr="00F94A3F" w:rsidRDefault="005328A6" w:rsidP="00723E32">
                    <w:pPr>
                      <w:pStyle w:val="DallmerOrtsfeld8115"/>
                      <w:rPr>
                        <w:noProof/>
                        <w:lang w:val="en-GB"/>
                      </w:rPr>
                    </w:pPr>
                    <w:r w:rsidRPr="00F94A3F">
                      <w:rPr>
                        <w:lang w:val="en-GB"/>
                      </w:rPr>
                      <w:t xml:space="preserve">        T + 49 2932 9616 – </w:t>
                    </w:r>
                    <w:r w:rsidRPr="00F94A3F">
                      <w:rPr>
                        <w:noProof/>
                        <w:lang w:val="en-GB"/>
                      </w:rPr>
                      <w:t>19</w:t>
                    </w:r>
                    <w:r w:rsidR="0028462F" w:rsidRPr="00F94A3F">
                      <w:rPr>
                        <w:noProof/>
                        <w:lang w:val="en-GB"/>
                      </w:rPr>
                      <w:t>1</w:t>
                    </w:r>
                    <w:r w:rsidRPr="00F94A3F">
                      <w:rPr>
                        <w:noProof/>
                        <w:lang w:val="en-GB"/>
                      </w:rPr>
                      <w:t xml:space="preserve">                            </w:t>
                    </w:r>
                  </w:p>
                  <w:p w:rsidR="005328A6" w:rsidRPr="00F94A3F" w:rsidRDefault="005328A6" w:rsidP="00723E32">
                    <w:pPr>
                      <w:pStyle w:val="DallmerOrtsfeld8115"/>
                      <w:rPr>
                        <w:noProof/>
                        <w:lang w:val="en-GB"/>
                      </w:rPr>
                    </w:pPr>
                    <w:r w:rsidRPr="00F94A3F">
                      <w:rPr>
                        <w:lang w:val="en-GB"/>
                      </w:rPr>
                      <w:t xml:space="preserve">        F + 49 2932 9616 – </w:t>
                    </w:r>
                    <w:r w:rsidRPr="00F94A3F">
                      <w:rPr>
                        <w:noProof/>
                        <w:lang w:val="en-GB"/>
                      </w:rPr>
                      <w:t>419</w:t>
                    </w:r>
                    <w:r w:rsidR="0028462F" w:rsidRPr="00F94A3F">
                      <w:rPr>
                        <w:noProof/>
                        <w:lang w:val="en-GB"/>
                      </w:rPr>
                      <w:t>1</w:t>
                    </w:r>
                    <w:r w:rsidRPr="00F94A3F">
                      <w:rPr>
                        <w:noProof/>
                        <w:lang w:val="en-GB"/>
                      </w:rPr>
                      <w:t xml:space="preserve"> </w:t>
                    </w:r>
                  </w:p>
                  <w:p w:rsidR="005328A6" w:rsidRPr="00F94A3F" w:rsidRDefault="005328A6" w:rsidP="00723E32">
                    <w:pPr>
                      <w:pStyle w:val="DallmerOrtsfeld8115"/>
                      <w:rPr>
                        <w:lang w:val="en-GB"/>
                      </w:rPr>
                    </w:pPr>
                    <w:r w:rsidRPr="00F94A3F">
                      <w:rPr>
                        <w:lang w:val="en-GB"/>
                      </w:rPr>
                      <w:t xml:space="preserve">        E </w:t>
                    </w:r>
                    <w:r w:rsidR="0028462F" w:rsidRPr="00F94A3F">
                      <w:rPr>
                        <w:noProof/>
                        <w:lang w:val="en-GB"/>
                      </w:rPr>
                      <w:t>Sylvia.B</w:t>
                    </w:r>
                    <w:r w:rsidR="00162386" w:rsidRPr="00F94A3F">
                      <w:rPr>
                        <w:noProof/>
                        <w:lang w:val="en-GB"/>
                      </w:rPr>
                      <w:t>oe</w:t>
                    </w:r>
                    <w:r w:rsidR="0028462F" w:rsidRPr="00F94A3F">
                      <w:rPr>
                        <w:noProof/>
                        <w:lang w:val="en-GB"/>
                      </w:rPr>
                      <w:t>sch</w:t>
                    </w:r>
                    <w:r w:rsidRPr="00F94A3F">
                      <w:rPr>
                        <w:noProof/>
                        <w:lang w:val="en-GB"/>
                      </w:rPr>
                      <w:t>@dallmer.de</w:t>
                    </w:r>
                  </w:p>
                  <w:p w:rsidR="005328A6" w:rsidRPr="00F94A3F" w:rsidRDefault="005328A6" w:rsidP="00723E32">
                    <w:pPr>
                      <w:pStyle w:val="DALLMERUnivers"/>
                      <w:rPr>
                        <w:lang w:val="en-GB"/>
                      </w:rPr>
                    </w:pPr>
                  </w:p>
                  <w:p w:rsidR="005328A6" w:rsidRPr="00F94A3F" w:rsidRDefault="005328A6" w:rsidP="00723E32">
                    <w:pPr>
                      <w:pStyle w:val="DALLMERUnivers"/>
                      <w:ind w:left="0" w:firstLine="0"/>
                      <w:rPr>
                        <w:lang w:val="en-GB"/>
                      </w:rPr>
                    </w:pPr>
                  </w:p>
                  <w:p w:rsidR="005328A6" w:rsidRPr="008763BF" w:rsidRDefault="005328A6" w:rsidP="00723E32">
                    <w:pPr>
                      <w:pStyle w:val="DALLMERUnivers"/>
                    </w:pPr>
                    <w:r w:rsidRPr="00F94A3F">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F94A3F" w:rsidRDefault="005328A6" w:rsidP="00723E32">
                    <w:pPr>
                      <w:pStyle w:val="DALLMERUnivers"/>
                      <w:rPr>
                        <w:lang w:val="en-GB"/>
                      </w:rPr>
                    </w:pPr>
                    <w:r w:rsidRPr="00F94A3F">
                      <w:rPr>
                        <w:lang w:val="en-GB"/>
                      </w:rPr>
                      <w:t>Dipl.-Ing. Johannes Dallmer</w:t>
                    </w:r>
                  </w:p>
                  <w:p w:rsidR="005328A6" w:rsidRPr="008763BF" w:rsidRDefault="005328A6" w:rsidP="00723E32">
                    <w:pPr>
                      <w:pStyle w:val="DALLMERUnivers"/>
                    </w:pPr>
                    <w:r w:rsidRPr="00F94A3F">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F94A3F" w:rsidRDefault="005328A6" w:rsidP="00224233">
                          <w:pPr>
                            <w:pStyle w:val="DallmerOrtsfeld8115"/>
                            <w:rPr>
                              <w:lang w:val="en-GB"/>
                            </w:rPr>
                          </w:pPr>
                          <w:r w:rsidRPr="00F94A3F">
                            <w:rPr>
                              <w:noProof/>
                              <w:lang w:val="en-GB"/>
                            </w:rPr>
                            <w:t xml:space="preserve">        </w:t>
                          </w:r>
                          <w:r w:rsidR="0028462F" w:rsidRPr="00F94A3F">
                            <w:rPr>
                              <w:noProof/>
                              <w:lang w:val="en-GB"/>
                            </w:rPr>
                            <w:t>Sylvia Bösch</w:t>
                          </w:r>
                        </w:p>
                        <w:p w:rsidR="005328A6" w:rsidRPr="00F94A3F" w:rsidRDefault="005328A6" w:rsidP="00224233">
                          <w:pPr>
                            <w:pStyle w:val="DallmerOrtsfeld8115"/>
                            <w:rPr>
                              <w:lang w:val="en-GB"/>
                            </w:rPr>
                          </w:pPr>
                          <w:r w:rsidRPr="00F94A3F">
                            <w:rPr>
                              <w:noProof/>
                              <w:lang w:val="en-GB"/>
                            </w:rPr>
                            <w:t xml:space="preserve">        PR</w:t>
                          </w:r>
                          <w:r w:rsidR="002F09E6" w:rsidRPr="00F94A3F">
                            <w:rPr>
                              <w:noProof/>
                              <w:lang w:val="en-GB"/>
                            </w:rPr>
                            <w:t xml:space="preserve"> &amp; Social Media</w:t>
                          </w:r>
                        </w:p>
                        <w:p w:rsidR="005328A6" w:rsidRPr="00F94A3F" w:rsidRDefault="005328A6" w:rsidP="00224233">
                          <w:pPr>
                            <w:pStyle w:val="DallmerOrtsfeld8115"/>
                            <w:rPr>
                              <w:noProof/>
                              <w:lang w:val="en-GB"/>
                            </w:rPr>
                          </w:pPr>
                          <w:r w:rsidRPr="00F94A3F">
                            <w:rPr>
                              <w:lang w:val="en-GB"/>
                            </w:rPr>
                            <w:t xml:space="preserve">        T + 49 2932 9616 – </w:t>
                          </w:r>
                          <w:r w:rsidRPr="00F94A3F">
                            <w:rPr>
                              <w:noProof/>
                              <w:lang w:val="en-GB"/>
                            </w:rPr>
                            <w:t>19</w:t>
                          </w:r>
                          <w:r w:rsidR="0028462F" w:rsidRPr="00F94A3F">
                            <w:rPr>
                              <w:noProof/>
                              <w:lang w:val="en-GB"/>
                            </w:rPr>
                            <w:t>1</w:t>
                          </w:r>
                          <w:r w:rsidRPr="00F94A3F">
                            <w:rPr>
                              <w:noProof/>
                              <w:lang w:val="en-GB"/>
                            </w:rPr>
                            <w:t xml:space="preserve">                           </w:t>
                          </w:r>
                        </w:p>
                        <w:p w:rsidR="005328A6" w:rsidRPr="00F94A3F" w:rsidRDefault="005328A6" w:rsidP="00224233">
                          <w:pPr>
                            <w:pStyle w:val="DallmerOrtsfeld8115"/>
                            <w:rPr>
                              <w:noProof/>
                              <w:lang w:val="en-GB"/>
                            </w:rPr>
                          </w:pPr>
                          <w:r w:rsidRPr="00F94A3F">
                            <w:rPr>
                              <w:lang w:val="en-GB"/>
                            </w:rPr>
                            <w:t xml:space="preserve">        F + 49 2932 9616 – </w:t>
                          </w:r>
                          <w:r w:rsidRPr="00F94A3F">
                            <w:rPr>
                              <w:noProof/>
                              <w:lang w:val="en-GB"/>
                            </w:rPr>
                            <w:t>419</w:t>
                          </w:r>
                          <w:r w:rsidR="0028462F" w:rsidRPr="00F94A3F">
                            <w:rPr>
                              <w:noProof/>
                              <w:lang w:val="en-GB"/>
                            </w:rPr>
                            <w:t>1</w:t>
                          </w:r>
                          <w:r w:rsidRPr="00F94A3F">
                            <w:rPr>
                              <w:noProof/>
                              <w:lang w:val="en-GB"/>
                            </w:rPr>
                            <w:t xml:space="preserve"> </w:t>
                          </w:r>
                        </w:p>
                        <w:p w:rsidR="005328A6" w:rsidRPr="00F94A3F" w:rsidRDefault="005328A6" w:rsidP="00281D8E">
                          <w:pPr>
                            <w:pStyle w:val="DallmerOrtsfeld8115"/>
                            <w:rPr>
                              <w:lang w:val="en-GB"/>
                            </w:rPr>
                          </w:pPr>
                          <w:r w:rsidRPr="00F94A3F">
                            <w:rPr>
                              <w:lang w:val="en-GB"/>
                            </w:rPr>
                            <w:t xml:space="preserve">        E </w:t>
                          </w:r>
                          <w:r w:rsidR="0028462F" w:rsidRPr="00F94A3F">
                            <w:rPr>
                              <w:noProof/>
                              <w:lang w:val="en-GB"/>
                            </w:rPr>
                            <w:t>Syl</w:t>
                          </w:r>
                          <w:r w:rsidR="00162386" w:rsidRPr="00F94A3F">
                            <w:rPr>
                              <w:noProof/>
                              <w:lang w:val="en-GB"/>
                            </w:rPr>
                            <w:t>v</w:t>
                          </w:r>
                          <w:r w:rsidR="0028462F" w:rsidRPr="00F94A3F">
                            <w:rPr>
                              <w:noProof/>
                              <w:lang w:val="en-GB"/>
                            </w:rPr>
                            <w:t>ia</w:t>
                          </w:r>
                          <w:r w:rsidRPr="00F94A3F">
                            <w:rPr>
                              <w:noProof/>
                              <w:lang w:val="en-GB"/>
                            </w:rPr>
                            <w:t>.</w:t>
                          </w:r>
                          <w:r w:rsidR="0028462F" w:rsidRPr="00F94A3F">
                            <w:rPr>
                              <w:noProof/>
                              <w:lang w:val="en-GB"/>
                            </w:rPr>
                            <w:t>Boesch</w:t>
                          </w:r>
                          <w:r w:rsidRPr="00F94A3F">
                            <w:rPr>
                              <w:noProof/>
                              <w:lang w:val="en-GB"/>
                            </w:rPr>
                            <w:t>@dallmer.de</w:t>
                          </w:r>
                        </w:p>
                        <w:p w:rsidR="005328A6" w:rsidRPr="00F94A3F" w:rsidRDefault="005328A6" w:rsidP="00B14D73">
                          <w:pPr>
                            <w:pStyle w:val="DALLMERUnivers"/>
                            <w:rPr>
                              <w:lang w:val="en-GB"/>
                            </w:rPr>
                          </w:pPr>
                        </w:p>
                        <w:p w:rsidR="005328A6" w:rsidRPr="00F94A3F" w:rsidRDefault="005328A6" w:rsidP="00224233">
                          <w:pPr>
                            <w:pStyle w:val="DALLMERUnivers"/>
                            <w:ind w:left="0" w:firstLine="0"/>
                            <w:rPr>
                              <w:lang w:val="en-GB"/>
                            </w:rPr>
                          </w:pPr>
                        </w:p>
                        <w:p w:rsidR="005328A6" w:rsidRPr="008763BF" w:rsidRDefault="005328A6" w:rsidP="00B14D73">
                          <w:pPr>
                            <w:pStyle w:val="DALLMERUnivers"/>
                          </w:pPr>
                          <w:r w:rsidRPr="00F94A3F">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F94A3F" w:rsidRDefault="005328A6" w:rsidP="00B14D73">
                          <w:pPr>
                            <w:pStyle w:val="DALLMERUnivers"/>
                            <w:rPr>
                              <w:lang w:val="en-GB"/>
                            </w:rPr>
                          </w:pPr>
                          <w:r w:rsidRPr="00F94A3F">
                            <w:rPr>
                              <w:lang w:val="en-GB"/>
                            </w:rPr>
                            <w:t>Dipl.-Ing. Johannes Dallmer</w:t>
                          </w:r>
                        </w:p>
                        <w:p w:rsidR="005328A6" w:rsidRPr="008763BF" w:rsidRDefault="005328A6" w:rsidP="00B14D73">
                          <w:pPr>
                            <w:pStyle w:val="DALLMERUnivers"/>
                          </w:pPr>
                          <w:r w:rsidRPr="00F94A3F">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F94A3F" w:rsidRDefault="005328A6" w:rsidP="00224233">
                    <w:pPr>
                      <w:pStyle w:val="DallmerOrtsfeld8115"/>
                      <w:rPr>
                        <w:lang w:val="en-GB"/>
                      </w:rPr>
                    </w:pPr>
                    <w:r w:rsidRPr="00F94A3F">
                      <w:rPr>
                        <w:noProof/>
                        <w:lang w:val="en-GB"/>
                      </w:rPr>
                      <w:t xml:space="preserve">        </w:t>
                    </w:r>
                    <w:r w:rsidR="0028462F" w:rsidRPr="00F94A3F">
                      <w:rPr>
                        <w:noProof/>
                        <w:lang w:val="en-GB"/>
                      </w:rPr>
                      <w:t>Sylvia Bösch</w:t>
                    </w:r>
                  </w:p>
                  <w:p w:rsidR="005328A6" w:rsidRPr="00F94A3F" w:rsidRDefault="005328A6" w:rsidP="00224233">
                    <w:pPr>
                      <w:pStyle w:val="DallmerOrtsfeld8115"/>
                      <w:rPr>
                        <w:lang w:val="en-GB"/>
                      </w:rPr>
                    </w:pPr>
                    <w:r w:rsidRPr="00F94A3F">
                      <w:rPr>
                        <w:noProof/>
                        <w:lang w:val="en-GB"/>
                      </w:rPr>
                      <w:t xml:space="preserve">        PR</w:t>
                    </w:r>
                    <w:r w:rsidR="002F09E6" w:rsidRPr="00F94A3F">
                      <w:rPr>
                        <w:noProof/>
                        <w:lang w:val="en-GB"/>
                      </w:rPr>
                      <w:t xml:space="preserve"> &amp; Social Media</w:t>
                    </w:r>
                  </w:p>
                  <w:p w:rsidR="005328A6" w:rsidRPr="00F94A3F" w:rsidRDefault="005328A6" w:rsidP="00224233">
                    <w:pPr>
                      <w:pStyle w:val="DallmerOrtsfeld8115"/>
                      <w:rPr>
                        <w:noProof/>
                        <w:lang w:val="en-GB"/>
                      </w:rPr>
                    </w:pPr>
                    <w:r w:rsidRPr="00F94A3F">
                      <w:rPr>
                        <w:lang w:val="en-GB"/>
                      </w:rPr>
                      <w:t xml:space="preserve">        T + 49 2932 9616 – </w:t>
                    </w:r>
                    <w:r w:rsidRPr="00F94A3F">
                      <w:rPr>
                        <w:noProof/>
                        <w:lang w:val="en-GB"/>
                      </w:rPr>
                      <w:t>19</w:t>
                    </w:r>
                    <w:r w:rsidR="0028462F" w:rsidRPr="00F94A3F">
                      <w:rPr>
                        <w:noProof/>
                        <w:lang w:val="en-GB"/>
                      </w:rPr>
                      <w:t>1</w:t>
                    </w:r>
                    <w:r w:rsidRPr="00F94A3F">
                      <w:rPr>
                        <w:noProof/>
                        <w:lang w:val="en-GB"/>
                      </w:rPr>
                      <w:t xml:space="preserve">                           </w:t>
                    </w:r>
                  </w:p>
                  <w:p w:rsidR="005328A6" w:rsidRPr="00F94A3F" w:rsidRDefault="005328A6" w:rsidP="00224233">
                    <w:pPr>
                      <w:pStyle w:val="DallmerOrtsfeld8115"/>
                      <w:rPr>
                        <w:noProof/>
                        <w:lang w:val="en-GB"/>
                      </w:rPr>
                    </w:pPr>
                    <w:r w:rsidRPr="00F94A3F">
                      <w:rPr>
                        <w:lang w:val="en-GB"/>
                      </w:rPr>
                      <w:t xml:space="preserve">        F + 49 2932 9616 – </w:t>
                    </w:r>
                    <w:r w:rsidRPr="00F94A3F">
                      <w:rPr>
                        <w:noProof/>
                        <w:lang w:val="en-GB"/>
                      </w:rPr>
                      <w:t>419</w:t>
                    </w:r>
                    <w:r w:rsidR="0028462F" w:rsidRPr="00F94A3F">
                      <w:rPr>
                        <w:noProof/>
                        <w:lang w:val="en-GB"/>
                      </w:rPr>
                      <w:t>1</w:t>
                    </w:r>
                    <w:r w:rsidRPr="00F94A3F">
                      <w:rPr>
                        <w:noProof/>
                        <w:lang w:val="en-GB"/>
                      </w:rPr>
                      <w:t xml:space="preserve"> </w:t>
                    </w:r>
                  </w:p>
                  <w:p w:rsidR="005328A6" w:rsidRPr="00F94A3F" w:rsidRDefault="005328A6" w:rsidP="00281D8E">
                    <w:pPr>
                      <w:pStyle w:val="DallmerOrtsfeld8115"/>
                      <w:rPr>
                        <w:lang w:val="en-GB"/>
                      </w:rPr>
                    </w:pPr>
                    <w:r w:rsidRPr="00F94A3F">
                      <w:rPr>
                        <w:lang w:val="en-GB"/>
                      </w:rPr>
                      <w:t xml:space="preserve">        E </w:t>
                    </w:r>
                    <w:r w:rsidR="0028462F" w:rsidRPr="00F94A3F">
                      <w:rPr>
                        <w:noProof/>
                        <w:lang w:val="en-GB"/>
                      </w:rPr>
                      <w:t>Syl</w:t>
                    </w:r>
                    <w:r w:rsidR="00162386" w:rsidRPr="00F94A3F">
                      <w:rPr>
                        <w:noProof/>
                        <w:lang w:val="en-GB"/>
                      </w:rPr>
                      <w:t>v</w:t>
                    </w:r>
                    <w:r w:rsidR="0028462F" w:rsidRPr="00F94A3F">
                      <w:rPr>
                        <w:noProof/>
                        <w:lang w:val="en-GB"/>
                      </w:rPr>
                      <w:t>ia</w:t>
                    </w:r>
                    <w:r w:rsidRPr="00F94A3F">
                      <w:rPr>
                        <w:noProof/>
                        <w:lang w:val="en-GB"/>
                      </w:rPr>
                      <w:t>.</w:t>
                    </w:r>
                    <w:r w:rsidR="0028462F" w:rsidRPr="00F94A3F">
                      <w:rPr>
                        <w:noProof/>
                        <w:lang w:val="en-GB"/>
                      </w:rPr>
                      <w:t>Boesch</w:t>
                    </w:r>
                    <w:r w:rsidRPr="00F94A3F">
                      <w:rPr>
                        <w:noProof/>
                        <w:lang w:val="en-GB"/>
                      </w:rPr>
                      <w:t>@dallmer.de</w:t>
                    </w:r>
                  </w:p>
                  <w:p w:rsidR="005328A6" w:rsidRPr="00F94A3F" w:rsidRDefault="005328A6" w:rsidP="00B14D73">
                    <w:pPr>
                      <w:pStyle w:val="DALLMERUnivers"/>
                      <w:rPr>
                        <w:lang w:val="en-GB"/>
                      </w:rPr>
                    </w:pPr>
                  </w:p>
                  <w:p w:rsidR="005328A6" w:rsidRPr="00F94A3F" w:rsidRDefault="005328A6" w:rsidP="00224233">
                    <w:pPr>
                      <w:pStyle w:val="DALLMERUnivers"/>
                      <w:ind w:left="0" w:firstLine="0"/>
                      <w:rPr>
                        <w:lang w:val="en-GB"/>
                      </w:rPr>
                    </w:pPr>
                  </w:p>
                  <w:p w:rsidR="005328A6" w:rsidRPr="008763BF" w:rsidRDefault="005328A6" w:rsidP="00B14D73">
                    <w:pPr>
                      <w:pStyle w:val="DALLMERUnivers"/>
                    </w:pPr>
                    <w:r w:rsidRPr="00F94A3F">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F94A3F" w:rsidRDefault="005328A6" w:rsidP="00B14D73">
                    <w:pPr>
                      <w:pStyle w:val="DALLMERUnivers"/>
                      <w:rPr>
                        <w:lang w:val="en-GB"/>
                      </w:rPr>
                    </w:pPr>
                    <w:r w:rsidRPr="00F94A3F">
                      <w:rPr>
                        <w:lang w:val="en-GB"/>
                      </w:rPr>
                      <w:t>Dipl.-Ing. Johannes Dallmer</w:t>
                    </w:r>
                  </w:p>
                  <w:p w:rsidR="005328A6" w:rsidRPr="008763BF" w:rsidRDefault="005328A6" w:rsidP="00B14D73">
                    <w:pPr>
                      <w:pStyle w:val="DALLMERUnivers"/>
                    </w:pPr>
                    <w:r w:rsidRPr="00F94A3F">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4496"/>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2E17"/>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07DC"/>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074A"/>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1835"/>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C7E4E"/>
    <w:rsid w:val="005D0A90"/>
    <w:rsid w:val="005D1660"/>
    <w:rsid w:val="005D3199"/>
    <w:rsid w:val="005D39BC"/>
    <w:rsid w:val="005D3D15"/>
    <w:rsid w:val="005D48E2"/>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D7B"/>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4D8D"/>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15E"/>
    <w:rsid w:val="007C5A62"/>
    <w:rsid w:val="007C6909"/>
    <w:rsid w:val="007C6C2F"/>
    <w:rsid w:val="007C6D1C"/>
    <w:rsid w:val="007C77D7"/>
    <w:rsid w:val="007D1292"/>
    <w:rsid w:val="007D12F6"/>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07F05"/>
    <w:rsid w:val="00911D02"/>
    <w:rsid w:val="00912C62"/>
    <w:rsid w:val="00913B64"/>
    <w:rsid w:val="00914DA1"/>
    <w:rsid w:val="00914F4A"/>
    <w:rsid w:val="009176AF"/>
    <w:rsid w:val="009216CF"/>
    <w:rsid w:val="0092435D"/>
    <w:rsid w:val="00930AF1"/>
    <w:rsid w:val="00940731"/>
    <w:rsid w:val="00940C6A"/>
    <w:rsid w:val="00940F70"/>
    <w:rsid w:val="009417D0"/>
    <w:rsid w:val="0094217D"/>
    <w:rsid w:val="0095086A"/>
    <w:rsid w:val="0095249B"/>
    <w:rsid w:val="00954F3C"/>
    <w:rsid w:val="00955560"/>
    <w:rsid w:val="00956B2D"/>
    <w:rsid w:val="00964AD0"/>
    <w:rsid w:val="009656A5"/>
    <w:rsid w:val="009715F3"/>
    <w:rsid w:val="0097310B"/>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E1A23"/>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E660F"/>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4A3F"/>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0B14E5"/>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9F853-0AE6-4738-8335-29625A214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54</Words>
  <Characters>345</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45</cp:revision>
  <cp:lastPrinted>2021-09-20T12:39:00Z</cp:lastPrinted>
  <dcterms:created xsi:type="dcterms:W3CDTF">2021-11-16T14:01:00Z</dcterms:created>
  <dcterms:modified xsi:type="dcterms:W3CDTF">2022-08-09T07:38:00Z</dcterms:modified>
</cp:coreProperties>
</file>